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>
    <v:background id="_x0000_s2049" o:bwmode="white" fillcolor="#92d050" o:targetscreensize="1024,768">
      <v:fill color2="#c00000" angle="-135" focus="100%" type="gradient"/>
    </v:background>
  </w:background>
  <w:body>
    <w:p w:rsidR="004B26F8" w:rsidRDefault="004B26F8"/>
    <w:sectPr w:rsidR="004B26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C1" w:rsidRDefault="001C3EC1" w:rsidP="001C3EC1">
      <w:pPr>
        <w:spacing w:after="0" w:line="240" w:lineRule="auto"/>
      </w:pPr>
      <w:r>
        <w:separator/>
      </w:r>
    </w:p>
  </w:endnote>
  <w:endnote w:type="continuationSeparator" w:id="0">
    <w:p w:rsidR="001C3EC1" w:rsidRDefault="001C3EC1" w:rsidP="001C3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8C" w:rsidRDefault="00F21A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8C" w:rsidRDefault="00F21A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8C" w:rsidRDefault="00F21A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C1" w:rsidRDefault="001C3EC1" w:rsidP="001C3EC1">
      <w:pPr>
        <w:spacing w:after="0" w:line="240" w:lineRule="auto"/>
      </w:pPr>
      <w:r>
        <w:separator/>
      </w:r>
    </w:p>
  </w:footnote>
  <w:footnote w:type="continuationSeparator" w:id="0">
    <w:p w:rsidR="001C3EC1" w:rsidRDefault="001C3EC1" w:rsidP="001C3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8C" w:rsidRDefault="00F21A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EC1" w:rsidRPr="001C3EC1" w:rsidRDefault="00F21A8C" w:rsidP="001C3EC1">
    <w:pPr>
      <w:pStyle w:val="Header"/>
      <w:jc w:val="center"/>
      <w:rPr>
        <w:rFonts w:ascii="French Script MT" w:hAnsi="French Script MT"/>
        <w:color w:val="00B050"/>
        <w:sz w:val="96"/>
        <w:szCs w:val="96"/>
      </w:rPr>
    </w:pPr>
    <w:r>
      <w:rPr>
        <w:rFonts w:ascii="Arial" w:hAnsi="Arial" w:cs="Arial"/>
        <w:noProof/>
        <w:color w:val="1122CC"/>
        <w:sz w:val="27"/>
        <w:szCs w:val="27"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-30481</wp:posOffset>
          </wp:positionV>
          <wp:extent cx="1233805" cy="1006475"/>
          <wp:effectExtent l="0" t="95250" r="4445" b="98425"/>
          <wp:wrapNone/>
          <wp:docPr id="4" name="rg_hi" descr="http://t2.gstatic.com/images?q=tbn:ANd9GcSRxrARVcmHw_r2T1u2OhwIwBGAG6rEqGJbVJMwklmE_Gxhgs_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SRxrARVcmHw_r2T1u2OhwIwBGAG6rEqGJbVJMwklmE_Gxhgs_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889026">
                    <a:off x="0" y="0"/>
                    <a:ext cx="123380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EC1" w:rsidRPr="001C3EC1">
      <w:rPr>
        <w:rFonts w:ascii="French Script MT" w:hAnsi="French Script MT" w:cs="Arial"/>
        <w:noProof/>
        <w:color w:val="1122CC"/>
        <w:sz w:val="27"/>
        <w:szCs w:val="27"/>
        <w:lang w:eastAsia="en-NZ"/>
      </w:rPr>
      <w:drawing>
        <wp:anchor distT="0" distB="0" distL="114300" distR="114300" simplePos="0" relativeHeight="251658240" behindDoc="1" locked="0" layoutInCell="1" allowOverlap="1" wp14:anchorId="2EB8CDC3" wp14:editId="02BA896F">
          <wp:simplePos x="0" y="0"/>
          <wp:positionH relativeFrom="column">
            <wp:posOffset>4433570</wp:posOffset>
          </wp:positionH>
          <wp:positionV relativeFrom="paragraph">
            <wp:posOffset>-51435</wp:posOffset>
          </wp:positionV>
          <wp:extent cx="1842770" cy="1842770"/>
          <wp:effectExtent l="190500" t="0" r="0" b="0"/>
          <wp:wrapTight wrapText="bothSides">
            <wp:wrapPolygon edited="0">
              <wp:start x="4759" y="2443"/>
              <wp:lineTo x="2631" y="5347"/>
              <wp:lineTo x="5228" y="7800"/>
              <wp:lineTo x="-2591" y="16079"/>
              <wp:lineTo x="1620" y="19750"/>
              <wp:lineTo x="13624" y="19723"/>
              <wp:lineTo x="16447" y="19010"/>
              <wp:lineTo x="16925" y="19155"/>
              <wp:lineTo x="18152" y="17856"/>
              <wp:lineTo x="17980" y="17387"/>
              <wp:lineTo x="20984" y="11931"/>
              <wp:lineTo x="21137" y="11768"/>
              <wp:lineTo x="19009" y="9144"/>
              <wp:lineTo x="18846" y="8991"/>
              <wp:lineTo x="13805" y="9450"/>
              <wp:lineTo x="13642" y="9297"/>
              <wp:lineTo x="12434" y="5699"/>
              <wp:lineTo x="12272" y="5545"/>
              <wp:lineTo x="9990" y="3083"/>
              <wp:lineTo x="9827" y="2930"/>
              <wp:lineTo x="6013" y="2091"/>
              <wp:lineTo x="5372" y="1794"/>
              <wp:lineTo x="4759" y="2443"/>
            </wp:wrapPolygon>
          </wp:wrapTight>
          <wp:docPr id="1" name="rg_hi" descr="http://t2.gstatic.com/images?q=tbn:ANd9GcToMur1rrDJBggnbLgWfu-fvj2KL-ktE1lAqhuzqxCYzO5CXhxFHA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ToMur1rrDJBggnbLgWfu-fvj2KL-ktE1lAqhuzqxCYzO5CXhxFHA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798195">
                    <a:off x="0" y="0"/>
                    <a:ext cx="1842770" cy="184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EC1" w:rsidRPr="001C3EC1">
      <w:rPr>
        <w:rFonts w:ascii="French Script MT" w:hAnsi="French Script MT"/>
        <w:color w:val="FF0000"/>
        <w:sz w:val="96"/>
        <w:szCs w:val="96"/>
      </w:rPr>
      <w:t xml:space="preserve">Merry </w:t>
    </w:r>
    <w:r w:rsidR="001C3EC1" w:rsidRPr="001C3EC1">
      <w:rPr>
        <w:rFonts w:ascii="French Script MT" w:hAnsi="French Script MT"/>
        <w:color w:val="00B050"/>
        <w:sz w:val="96"/>
        <w:szCs w:val="96"/>
      </w:rPr>
      <w:t>Christmas</w:t>
    </w: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 w:rsidRPr="001C3EC1">
      <w:rPr>
        <w:rFonts w:ascii="French Script MT" w:hAnsi="French Script MT"/>
        <w:color w:val="000000" w:themeColor="text1"/>
        <w:sz w:val="52"/>
        <w:szCs w:val="52"/>
      </w:rPr>
      <w:t xml:space="preserve">Merry Christmas </w:t>
    </w:r>
    <w:r>
      <w:rPr>
        <w:rFonts w:ascii="French Script MT" w:hAnsi="French Script MT"/>
        <w:color w:val="000000" w:themeColor="text1"/>
        <w:sz w:val="52"/>
        <w:szCs w:val="52"/>
      </w:rPr>
      <w:t xml:space="preserve">buddy, you are so cool and you should be proud of that. Do you have skylanders giants because I do? </w:t>
    </w: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>I am an artist and I love animals and video games!!!</w:t>
    </w:r>
    <w:bookmarkStart w:id="0" w:name="_GoBack"/>
    <w:bookmarkEnd w:id="0"/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>Merry Christmas and hope you get some cool presents!</w:t>
    </w: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>P.S. (beg for skylanders giants)</w:t>
    </w: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Arial" w:hAnsi="Arial" w:cs="Arial"/>
        <w:noProof/>
        <w:color w:val="1122CC"/>
        <w:sz w:val="27"/>
        <w:szCs w:val="27"/>
        <w:lang w:eastAsia="en-NZ"/>
      </w:rPr>
      <w:drawing>
        <wp:inline distT="0" distB="0" distL="0" distR="0" wp14:anchorId="2FA842F0" wp14:editId="0D0E4221">
          <wp:extent cx="2371725" cy="1933575"/>
          <wp:effectExtent l="0" t="0" r="9525" b="9525"/>
          <wp:docPr id="3" name="rg_hi" descr="http://t2.gstatic.com/images?q=tbn:ANd9GcSRxrARVcmHw_r2T1u2OhwIwBGAG6rEqGJbVJMwklmE_Gxhgs_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SRxrARVcmHw_r2T1u2OhwIwBGAG6rEqGJbVJMwklmE_Gxhgs_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193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A8C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>P.S (beg for skylanders giants)</w:t>
    </w: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Default="00F21A8C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Arial" w:hAnsi="Arial" w:cs="Arial"/>
        <w:noProof/>
        <w:color w:val="1122CC"/>
        <w:sz w:val="27"/>
        <w:szCs w:val="27"/>
        <w:lang w:eastAsia="en-NZ"/>
      </w:rPr>
      <w:drawing>
        <wp:inline distT="0" distB="0" distL="0" distR="0" wp14:anchorId="1B798E49" wp14:editId="6C93AC0D">
          <wp:extent cx="2371725" cy="1933575"/>
          <wp:effectExtent l="0" t="0" r="9525" b="9525"/>
          <wp:docPr id="2" name="rg_hi" descr="http://t2.gstatic.com/images?q=tbn:ANd9GcSRxrARVcmHw_r2T1u2OhwIwBGAG6rEqGJbVJMwklmE_Gxhgs_d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2.gstatic.com/images?q=tbn:ANd9GcSRxrARVcmHw_r2T1u2OhwIwBGAG6rEqGJbVJMwklmE_Gxhgs_d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193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>P.S.(beg for skylanders giants)</w:t>
    </w: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</w:p>
  <w:p w:rsidR="001C3EC1" w:rsidRPr="001C3EC1" w:rsidRDefault="001C3EC1" w:rsidP="001C3EC1">
    <w:pPr>
      <w:pStyle w:val="Header"/>
      <w:rPr>
        <w:rFonts w:ascii="French Script MT" w:hAnsi="French Script MT"/>
        <w:color w:val="000000" w:themeColor="text1"/>
        <w:sz w:val="52"/>
        <w:szCs w:val="52"/>
      </w:rPr>
    </w:pPr>
    <w:r>
      <w:rPr>
        <w:rFonts w:ascii="French Script MT" w:hAnsi="French Script MT"/>
        <w:color w:val="000000" w:themeColor="text1"/>
        <w:sz w:val="52"/>
        <w:szCs w:val="52"/>
      </w:rPr>
      <w:t xml:space="preserve"> </w:t>
    </w: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Default="001C3EC1" w:rsidP="001C3EC1">
    <w:pPr>
      <w:pStyle w:val="Header"/>
      <w:jc w:val="center"/>
      <w:rPr>
        <w:color w:val="00B050"/>
        <w:sz w:val="96"/>
        <w:szCs w:val="96"/>
      </w:rPr>
    </w:pPr>
  </w:p>
  <w:p w:rsidR="001C3EC1" w:rsidRPr="001C3EC1" w:rsidRDefault="001C3EC1" w:rsidP="001C3EC1">
    <w:pPr>
      <w:pStyle w:val="Header"/>
      <w:jc w:val="center"/>
      <w:rPr>
        <w:sz w:val="96"/>
        <w:szCs w:val="9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8C" w:rsidRDefault="00F21A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EC1"/>
    <w:rsid w:val="001C3EC1"/>
    <w:rsid w:val="004B26F8"/>
    <w:rsid w:val="00F2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EC1"/>
  </w:style>
  <w:style w:type="paragraph" w:styleId="Footer">
    <w:name w:val="footer"/>
    <w:basedOn w:val="Normal"/>
    <w:link w:val="FooterChar"/>
    <w:uiPriority w:val="99"/>
    <w:unhideWhenUsed/>
    <w:rsid w:val="001C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EC1"/>
  </w:style>
  <w:style w:type="paragraph" w:styleId="BalloonText">
    <w:name w:val="Balloon Text"/>
    <w:basedOn w:val="Normal"/>
    <w:link w:val="BalloonTextChar"/>
    <w:uiPriority w:val="99"/>
    <w:semiHidden/>
    <w:unhideWhenUsed/>
    <w:rsid w:val="001C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EC1"/>
  </w:style>
  <w:style w:type="paragraph" w:styleId="Footer">
    <w:name w:val="footer"/>
    <w:basedOn w:val="Normal"/>
    <w:link w:val="FooterChar"/>
    <w:uiPriority w:val="99"/>
    <w:unhideWhenUsed/>
    <w:rsid w:val="001C3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EC1"/>
  </w:style>
  <w:style w:type="paragraph" w:styleId="BalloonText">
    <w:name w:val="Balloon Text"/>
    <w:basedOn w:val="Normal"/>
    <w:link w:val="BalloonTextChar"/>
    <w:uiPriority w:val="99"/>
    <w:semiHidden/>
    <w:unhideWhenUsed/>
    <w:rsid w:val="001C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co.nz/imgres?q=christmas+mistletoe&amp;hl=en&amp;safe=active&amp;tbo=d&amp;biw=1680&amp;bih=837&amp;tbm=isch&amp;tbnid=uvpm68MB5cL70M:&amp;imgrefurl=http://dryicons.com/icon/christmas-magic-icons-set/christmas-mistletoe/&amp;docid=SbIi04d0stZfwM&amp;imgurl=http://a.dryicons.com/images/icon_sets/christmas_magic_icons_set/png/256x256/christmas_mistletoe.png&amp;w=256&amp;h=256&amp;ei=kfS_UJL4FOTdigfc_4CoCQ&amp;zoom=1&amp;iact=hc&amp;vpx=1151&amp;vpy=515&amp;dur=891&amp;hovh=204&amp;hovw=204&amp;tx=116&amp;ty=143&amp;sig=104282645113047062880&amp;page=1&amp;tbnh=125&amp;tbnw=146&amp;start=0&amp;ndsp=66&amp;ved=1t:429,r:63,s:0,i:279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google.co.nz/imgres?q=christmas+bells&amp;hl=en&amp;safe=active&amp;tbo=d&amp;biw=1680&amp;bih=837&amp;tbm=isch&amp;tbnid=zQvKRaMCKFGNHM:&amp;imgrefurl=http://www.123rf.com/photo_14963872_illustrated-christmas-bells.html&amp;docid=slpYQIjzcwYQ7M&amp;imgurl=http://us.123rf.com/400wm/400/400/komodopublishing/komodopublishing1208/komodopublishing120800004/14963872-illustrated-christmas-bells.jpg&amp;w=1200&amp;h=978&amp;ei=afa_UJ7CDcyWiQeU84CwBA&amp;zoom=1&amp;iact=hc&amp;vpx=330&amp;vpy=105&amp;dur=422&amp;hovh=203&amp;hovw=249&amp;tx=172&amp;ty=141&amp;sig=104282645113047062880&amp;page=1&amp;tbnh=108&amp;tbnw=132&amp;start=0&amp;ndsp=57&amp;ved=1t:429,r:3,s:0,i:90" TargetMode="External"/><Relationship Id="rId5" Type="http://schemas.openxmlformats.org/officeDocument/2006/relationships/hyperlink" Target="http://www.google.co.nz/imgres?q=christmas+bells&amp;hl=en&amp;safe=active&amp;tbo=d&amp;biw=1680&amp;bih=837&amp;tbm=isch&amp;tbnid=zQvKRaMCKFGNHM:&amp;imgrefurl=http://www.123rf.com/photo_14963872_illustrated-christmas-bells.html&amp;docid=slpYQIjzcwYQ7M&amp;imgurl=http://us.123rf.com/400wm/400/400/komodopublishing/komodopublishing1208/komodopublishing120800004/14963872-illustrated-christmas-bells.jpg&amp;w=1200&amp;h=978&amp;ei=afa_UJ7CDcyWiQeU84CwBA&amp;zoom=1&amp;iact=hc&amp;vpx=330&amp;vpy=105&amp;dur=875&amp;hovh=203&amp;hovw=249&amp;tx=122&amp;ty=131&amp;sig=104282645113047062880&amp;page=1&amp;tbnh=108&amp;tbnw=132&amp;start=0&amp;ndsp=57&amp;ved=1t:429,r:3,s:0,i:90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06A05-D38B-408E-A451-EDAD0225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6091F61C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2012-12-06T01:23:00Z</dcterms:created>
  <dcterms:modified xsi:type="dcterms:W3CDTF">2012-12-06T01:39:00Z</dcterms:modified>
</cp:coreProperties>
</file>